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178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615E2324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A299B">
        <w:rPr>
          <w:rFonts w:ascii="Corbel" w:hAnsi="Corbel"/>
          <w:i/>
          <w:smallCaps/>
          <w:sz w:val="24"/>
          <w:szCs w:val="24"/>
        </w:rPr>
        <w:t>202</w:t>
      </w:r>
      <w:r w:rsidR="002971D9">
        <w:rPr>
          <w:rFonts w:ascii="Corbel" w:hAnsi="Corbel"/>
          <w:i/>
          <w:smallCaps/>
          <w:sz w:val="24"/>
          <w:szCs w:val="24"/>
        </w:rPr>
        <w:t>2</w:t>
      </w:r>
      <w:r w:rsidR="008A299B">
        <w:rPr>
          <w:rFonts w:ascii="Corbel" w:hAnsi="Corbel"/>
          <w:i/>
          <w:smallCaps/>
          <w:sz w:val="24"/>
          <w:szCs w:val="24"/>
        </w:rPr>
        <w:t>-202</w:t>
      </w:r>
      <w:r w:rsidR="002971D9">
        <w:rPr>
          <w:rFonts w:ascii="Corbel" w:hAnsi="Corbel"/>
          <w:i/>
          <w:smallCaps/>
          <w:sz w:val="24"/>
          <w:szCs w:val="24"/>
        </w:rPr>
        <w:t>5</w:t>
      </w:r>
    </w:p>
    <w:p w14:paraId="370136D6" w14:textId="1C453D65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2971D9">
        <w:rPr>
          <w:rFonts w:ascii="Corbel" w:hAnsi="Corbel"/>
          <w:sz w:val="20"/>
          <w:szCs w:val="20"/>
        </w:rPr>
        <w:t>3</w:t>
      </w:r>
      <w:r w:rsidR="008A299B">
        <w:rPr>
          <w:rFonts w:ascii="Corbel" w:hAnsi="Corbel"/>
          <w:sz w:val="20"/>
          <w:szCs w:val="20"/>
        </w:rPr>
        <w:t>-</w:t>
      </w:r>
      <w:r w:rsidR="00B33F3B">
        <w:rPr>
          <w:rFonts w:ascii="Corbel" w:hAnsi="Corbel"/>
          <w:sz w:val="20"/>
          <w:szCs w:val="20"/>
        </w:rPr>
        <w:t>20</w:t>
      </w:r>
      <w:r w:rsidR="008A299B">
        <w:rPr>
          <w:rFonts w:ascii="Corbel" w:hAnsi="Corbel"/>
          <w:sz w:val="20"/>
          <w:szCs w:val="20"/>
        </w:rPr>
        <w:t>2</w:t>
      </w:r>
      <w:r w:rsidR="002971D9">
        <w:rPr>
          <w:rFonts w:ascii="Corbel" w:hAnsi="Corbel"/>
          <w:sz w:val="20"/>
          <w:szCs w:val="20"/>
        </w:rPr>
        <w:t>4</w:t>
      </w:r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77777777" w:rsidR="0085747A" w:rsidRPr="009C54AE" w:rsidRDefault="0017512A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65CE6981" w:rsidR="00015B8F" w:rsidRPr="009C54AE" w:rsidRDefault="002971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697DCCD0" w:rsidR="00015B8F" w:rsidRPr="009C54AE" w:rsidRDefault="002971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77777777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</w:p>
    <w:p w14:paraId="380E67AA" w14:textId="3868B264" w:rsidR="00E22FBC" w:rsidRPr="005E2AC5" w:rsidRDefault="008A29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E2AC5">
        <w:rPr>
          <w:rFonts w:ascii="Corbel" w:hAnsi="Corbel"/>
          <w:b w:val="0"/>
          <w:bCs/>
          <w:smallCaps w:val="0"/>
          <w:szCs w:val="24"/>
        </w:rPr>
        <w:t xml:space="preserve"> zaliczenie z oceną</w:t>
      </w:r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 xml:space="preserve">Zaliczenie </w:t>
            </w:r>
            <w:proofErr w:type="gramStart"/>
            <w:r w:rsidRPr="00AE1F2D">
              <w:rPr>
                <w:rFonts w:ascii="Corbel" w:hAnsi="Corbel"/>
              </w:rPr>
              <w:t>przedmiotów:  Mikroekonomia</w:t>
            </w:r>
            <w:proofErr w:type="gramEnd"/>
            <w:r w:rsidRPr="00AE1F2D">
              <w:rPr>
                <w:rFonts w:ascii="Corbel" w:hAnsi="Corbel"/>
              </w:rPr>
              <w:t xml:space="preserve">, Zarządzanie. Znajomość podstawowych mechanizmów i </w:t>
            </w:r>
            <w:proofErr w:type="gramStart"/>
            <w:r w:rsidRPr="00AE1F2D">
              <w:rPr>
                <w:rFonts w:ascii="Corbel" w:hAnsi="Corbel"/>
              </w:rPr>
              <w:t>zasad  funkcjonowania</w:t>
            </w:r>
            <w:proofErr w:type="gramEnd"/>
            <w:r w:rsidRPr="00AE1F2D">
              <w:rPr>
                <w:rFonts w:ascii="Corbel" w:hAnsi="Corbel"/>
              </w:rPr>
              <w:t xml:space="preserve">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</w:t>
            </w:r>
            <w:proofErr w:type="gramStart"/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</w:t>
            </w:r>
            <w:proofErr w:type="gramEnd"/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</w:t>
            </w:r>
            <w:proofErr w:type="gramStart"/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projektu  strategii</w:t>
            </w:r>
            <w:proofErr w:type="gramEnd"/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7043B88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</w:t>
            </w:r>
            <w:proofErr w:type="gramStart"/>
            <w:r w:rsidRPr="00150EBF">
              <w:rPr>
                <w:rFonts w:ascii="Corbel" w:hAnsi="Corbel"/>
                <w:sz w:val="24"/>
                <w:szCs w:val="24"/>
              </w:rPr>
              <w:t>rozumie  wzajemne</w:t>
            </w:r>
            <w:proofErr w:type="gramEnd"/>
            <w:r w:rsidRPr="00150EBF">
              <w:rPr>
                <w:rFonts w:ascii="Corbel" w:hAnsi="Corbel"/>
                <w:sz w:val="24"/>
                <w:szCs w:val="24"/>
              </w:rPr>
              <w:t xml:space="preserve">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354EE7C7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zna i </w:t>
            </w:r>
            <w:proofErr w:type="gramStart"/>
            <w:r w:rsidRPr="00150EBF">
              <w:rPr>
                <w:rFonts w:ascii="Corbel" w:hAnsi="Corbel"/>
                <w:sz w:val="24"/>
                <w:szCs w:val="24"/>
              </w:rPr>
              <w:t>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</w:t>
            </w:r>
            <w:proofErr w:type="gramEnd"/>
            <w:r w:rsidRPr="00150EBF">
              <w:rPr>
                <w:rFonts w:ascii="Corbel" w:hAnsi="Corbel"/>
                <w:sz w:val="24"/>
                <w:szCs w:val="24"/>
              </w:rPr>
              <w:t xml:space="preserve">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40516AC9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proofErr w:type="gramStart"/>
            <w:r w:rsidRPr="00150EBF">
              <w:rPr>
                <w:rFonts w:ascii="Corbel" w:hAnsi="Corbel"/>
              </w:rPr>
              <w:t>potrafi  pozyskiwać</w:t>
            </w:r>
            <w:proofErr w:type="gramEnd"/>
            <w:r w:rsidRPr="00150EBF">
              <w:rPr>
                <w:rFonts w:ascii="Corbel" w:hAnsi="Corbel"/>
              </w:rPr>
              <w:t xml:space="preserve">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0DD3440F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proofErr w:type="gramStart"/>
            <w:r w:rsidRPr="00150EBF">
              <w:rPr>
                <w:rFonts w:ascii="Corbel" w:hAnsi="Corbel"/>
                <w:sz w:val="24"/>
                <w:szCs w:val="24"/>
              </w:rPr>
              <w:t>potrafi  planować</w:t>
            </w:r>
            <w:proofErr w:type="gramEnd"/>
            <w:r w:rsidRPr="00150EBF">
              <w:rPr>
                <w:rFonts w:ascii="Corbel" w:hAnsi="Corbel"/>
                <w:sz w:val="24"/>
                <w:szCs w:val="24"/>
              </w:rPr>
              <w:t xml:space="preserve">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3A2286CD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F5F7D93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marketingu, oraz konfrontowania wiedzy z przedstawicielami praktyki, uwzględniając przy </w:t>
            </w:r>
            <w:proofErr w:type="gramStart"/>
            <w:r w:rsidRPr="00150EBF">
              <w:rPr>
                <w:rFonts w:ascii="Corbel" w:hAnsi="Corbel"/>
              </w:rPr>
              <w:t>tym  interes</w:t>
            </w:r>
            <w:proofErr w:type="gramEnd"/>
            <w:r w:rsidRPr="00150EBF">
              <w:rPr>
                <w:rFonts w:ascii="Corbel" w:hAnsi="Corbel"/>
              </w:rPr>
              <w:t xml:space="preserve">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lastRenderedPageBreak/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2F33C95B" w14:textId="77777777" w:rsidR="00FC09B2" w:rsidRPr="00144382" w:rsidRDefault="00FC09B2" w:rsidP="00FC09B2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70C065B9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200B56DB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 xml:space="preserve">podstawowe zasady </w:t>
            </w:r>
            <w:proofErr w:type="gramStart"/>
            <w:r w:rsidRPr="00144382">
              <w:rPr>
                <w:rFonts w:ascii="Corbel" w:hAnsi="Corbel"/>
              </w:rPr>
              <w:t>marketingu  -</w:t>
            </w:r>
            <w:proofErr w:type="gramEnd"/>
            <w:r w:rsidRPr="00144382">
              <w:rPr>
                <w:rFonts w:ascii="Corbel" w:hAnsi="Corbel"/>
              </w:rPr>
              <w:t xml:space="preserve"> zarys koncepcji marketingu mix,</w:t>
            </w:r>
          </w:p>
          <w:p w14:paraId="6E0FD1B8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6FED6897" w14:textId="1B3537A0" w:rsidR="00FC09B2" w:rsidRPr="00144382" w:rsidRDefault="002971D9" w:rsidP="00FC09B2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 </w:t>
            </w:r>
            <w:r w:rsidR="00FC09B2" w:rsidRPr="00144382">
              <w:rPr>
                <w:rFonts w:ascii="Corbel" w:hAnsi="Corbel"/>
              </w:rPr>
              <w:t>rodzaje marketingu.</w:t>
            </w:r>
          </w:p>
          <w:p w14:paraId="01D266AA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Wpływ </w:t>
            </w:r>
            <w:proofErr w:type="gramStart"/>
            <w:r w:rsidRPr="00144382">
              <w:rPr>
                <w:rFonts w:ascii="Corbel" w:hAnsi="Corbel"/>
              </w:rPr>
              <w:t>otoczenia  organizacji</w:t>
            </w:r>
            <w:proofErr w:type="gramEnd"/>
            <w:r w:rsidRPr="00144382">
              <w:rPr>
                <w:rFonts w:ascii="Corbel" w:hAnsi="Corbel"/>
              </w:rPr>
              <w:t xml:space="preserve"> na decyzje i działania marketingowe:</w:t>
            </w:r>
          </w:p>
          <w:p w14:paraId="7FB93A5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</w:t>
            </w:r>
            <w:proofErr w:type="spellStart"/>
            <w:r w:rsidRPr="00144382">
              <w:rPr>
                <w:rFonts w:ascii="Corbel" w:hAnsi="Corbel"/>
              </w:rPr>
              <w:t>makrootoczeniu</w:t>
            </w:r>
            <w:proofErr w:type="spellEnd"/>
            <w:r w:rsidRPr="00144382">
              <w:rPr>
                <w:rFonts w:ascii="Corbel" w:hAnsi="Corbel"/>
              </w:rPr>
              <w:t xml:space="preserve"> i ich konsekwencje marketingowe, </w:t>
            </w:r>
          </w:p>
          <w:p w14:paraId="7FFFC0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11767B60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0967D996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7012FC72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kierunki zmian postaw </w:t>
            </w:r>
            <w:proofErr w:type="gramStart"/>
            <w:r w:rsidRPr="00144382">
              <w:rPr>
                <w:rFonts w:ascii="Corbel" w:hAnsi="Corbel"/>
              </w:rPr>
              <w:t>i  zachowań</w:t>
            </w:r>
            <w:proofErr w:type="gramEnd"/>
            <w:r w:rsidRPr="00144382">
              <w:rPr>
                <w:rFonts w:ascii="Corbel" w:hAnsi="Corbel"/>
              </w:rPr>
              <w:t xml:space="preserve"> współczesnego konsumenta,</w:t>
            </w:r>
          </w:p>
          <w:p w14:paraId="236BA1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 proces decyzyjny </w:t>
            </w:r>
            <w:proofErr w:type="gramStart"/>
            <w:r w:rsidRPr="00144382">
              <w:rPr>
                <w:rFonts w:ascii="Corbel" w:hAnsi="Corbel"/>
              </w:rPr>
              <w:t>konsumentów  na</w:t>
            </w:r>
            <w:proofErr w:type="gramEnd"/>
            <w:r w:rsidRPr="00144382">
              <w:rPr>
                <w:rFonts w:ascii="Corbel" w:hAnsi="Corbel"/>
              </w:rPr>
              <w:t xml:space="preserve"> poszczególnych etapach  procesu zakupowego,</w:t>
            </w:r>
          </w:p>
          <w:p w14:paraId="730CFD2D" w14:textId="044A9EE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</w:t>
            </w:r>
            <w:r w:rsidR="004D5A43">
              <w:rPr>
                <w:rFonts w:ascii="Corbel" w:hAnsi="Corbel"/>
              </w:rPr>
              <w:t xml:space="preserve">- </w:t>
            </w:r>
            <w:r w:rsidRPr="00144382">
              <w:rPr>
                <w:rFonts w:ascii="Corbel" w:hAnsi="Corbel"/>
              </w:rPr>
              <w:t xml:space="preserve">kryteria podziału konsumentów – </w:t>
            </w:r>
            <w:proofErr w:type="gramStart"/>
            <w:r w:rsidRPr="00144382">
              <w:rPr>
                <w:rFonts w:ascii="Corbel" w:hAnsi="Corbel"/>
              </w:rPr>
              <w:t>ich  cechy</w:t>
            </w:r>
            <w:proofErr w:type="gramEnd"/>
            <w:r w:rsidRPr="00144382">
              <w:rPr>
                <w:rFonts w:ascii="Corbel" w:hAnsi="Corbel"/>
              </w:rPr>
              <w:t xml:space="preserve">  i zachowania rynkowe.</w:t>
            </w:r>
          </w:p>
          <w:p w14:paraId="4A1030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podstawowe metody i narzędzia badania postaw i zachowań konsumentów</w:t>
            </w:r>
          </w:p>
          <w:p w14:paraId="6A1512D3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Kierunki zmian w kształtowaniu </w:t>
            </w:r>
            <w:proofErr w:type="gramStart"/>
            <w:r w:rsidRPr="00144382">
              <w:rPr>
                <w:rFonts w:ascii="Corbel" w:hAnsi="Corbel"/>
              </w:rPr>
              <w:t>koncepcji  instrumentów</w:t>
            </w:r>
            <w:proofErr w:type="gramEnd"/>
            <w:r w:rsidRPr="00144382">
              <w:rPr>
                <w:rFonts w:ascii="Corbel" w:hAnsi="Corbel"/>
              </w:rPr>
              <w:t xml:space="preserve"> marketingowych wobec zmian w otoczeniu</w:t>
            </w:r>
          </w:p>
          <w:p w14:paraId="458018BF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proofErr w:type="gramStart"/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</w:t>
            </w:r>
            <w:proofErr w:type="gramEnd"/>
            <w:r w:rsidRPr="00144382">
              <w:rPr>
                <w:rFonts w:ascii="Corbel" w:hAnsi="Corbel"/>
              </w:rPr>
              <w:t xml:space="preserve"> mix – produkty materialne a usługi</w:t>
            </w:r>
          </w:p>
          <w:p w14:paraId="5E422709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</w:t>
            </w:r>
            <w:proofErr w:type="gramStart"/>
            <w:r>
              <w:rPr>
                <w:rFonts w:ascii="Corbel" w:hAnsi="Corbel"/>
              </w:rPr>
              <w:t xml:space="preserve">strukturze  </w:t>
            </w:r>
            <w:r w:rsidRPr="00144382">
              <w:rPr>
                <w:rFonts w:ascii="Corbel" w:hAnsi="Corbel"/>
              </w:rPr>
              <w:t>produktu</w:t>
            </w:r>
            <w:proofErr w:type="gramEnd"/>
            <w:r w:rsidRPr="00144382">
              <w:rPr>
                <w:rFonts w:ascii="Corbel" w:hAnsi="Corbel"/>
              </w:rPr>
              <w:t xml:space="preserve"> marketingowego wobec oczekiwań klientów, strategie  markowania produktów  </w:t>
            </w:r>
          </w:p>
          <w:p w14:paraId="2AE06155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7D02C448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6E30E627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-komunikacja </w:t>
            </w:r>
            <w:proofErr w:type="gramStart"/>
            <w:r w:rsidRPr="00144382">
              <w:rPr>
                <w:rFonts w:ascii="Corbel" w:hAnsi="Corbel"/>
              </w:rPr>
              <w:t>marketingowa  wobec</w:t>
            </w:r>
            <w:proofErr w:type="gramEnd"/>
            <w:r w:rsidRPr="00144382">
              <w:rPr>
                <w:rFonts w:ascii="Corbel" w:hAnsi="Corbel"/>
              </w:rPr>
              <w:t xml:space="preserve"> zmian w otoczeniu.</w:t>
            </w:r>
          </w:p>
          <w:p w14:paraId="64FA6A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4B21AE42" w14:textId="2DFDC0A3" w:rsidR="00FC09B2" w:rsidRPr="004D5A43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 </w:t>
            </w:r>
            <w:r w:rsidR="00FC09B2" w:rsidRPr="004D5A43">
              <w:rPr>
                <w:rFonts w:ascii="Corbel" w:hAnsi="Corbel"/>
              </w:rPr>
              <w:t xml:space="preserve">Praktyczne aspekty planowania i wdrażania działań </w:t>
            </w:r>
            <w:proofErr w:type="gramStart"/>
            <w:r w:rsidR="00FC09B2" w:rsidRPr="004D5A43">
              <w:rPr>
                <w:rFonts w:ascii="Corbel" w:hAnsi="Corbel"/>
              </w:rPr>
              <w:t>marketingowych  -</w:t>
            </w:r>
            <w:proofErr w:type="gramEnd"/>
            <w:r w:rsidR="00FC09B2" w:rsidRPr="004D5A43">
              <w:rPr>
                <w:rFonts w:ascii="Corbel" w:hAnsi="Corbel"/>
              </w:rPr>
              <w:t xml:space="preserve">studium przypadku: </w:t>
            </w:r>
          </w:p>
          <w:p w14:paraId="6626FD2E" w14:textId="13EF2480" w:rsidR="00FC09B2" w:rsidRPr="004D5A43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-analiza</w:t>
            </w:r>
            <w:r w:rsidR="008F2B81" w:rsidRPr="004D5A43">
              <w:rPr>
                <w:rFonts w:ascii="Corbel" w:hAnsi="Corbel"/>
              </w:rPr>
              <w:t xml:space="preserve"> otoczenia organizacji wspomagająca </w:t>
            </w:r>
            <w:proofErr w:type="gramStart"/>
            <w:r w:rsidR="008F2B81" w:rsidRPr="004D5A43">
              <w:rPr>
                <w:rFonts w:ascii="Corbel" w:hAnsi="Corbel"/>
              </w:rPr>
              <w:t>wybór  obszaru</w:t>
            </w:r>
            <w:proofErr w:type="gramEnd"/>
            <w:r w:rsidR="008F2B81" w:rsidRPr="004D5A43">
              <w:rPr>
                <w:rFonts w:ascii="Corbel" w:hAnsi="Corbel"/>
              </w:rPr>
              <w:t>, branży  i profilu  działania</w:t>
            </w:r>
            <w:r w:rsidR="004D5A43">
              <w:rPr>
                <w:rFonts w:ascii="Corbel" w:hAnsi="Corbel"/>
              </w:rPr>
              <w:t xml:space="preserve"> (PESTEL)</w:t>
            </w:r>
            <w:r w:rsidR="008F2B81" w:rsidRPr="004D5A43">
              <w:rPr>
                <w:rFonts w:ascii="Corbel" w:hAnsi="Corbel"/>
              </w:rPr>
              <w:t xml:space="preserve">  </w:t>
            </w:r>
          </w:p>
          <w:p w14:paraId="00CBBA70" w14:textId="77777777" w:rsidR="008F2B81" w:rsidRPr="004D5A43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- </w:t>
            </w:r>
            <w:proofErr w:type="gramStart"/>
            <w:r w:rsidRPr="004D5A43">
              <w:rPr>
                <w:rFonts w:ascii="Corbel" w:hAnsi="Corbel"/>
              </w:rPr>
              <w:t>czynniki  sprzyjające</w:t>
            </w:r>
            <w:proofErr w:type="gramEnd"/>
            <w:r w:rsidRPr="004D5A43">
              <w:rPr>
                <w:rFonts w:ascii="Corbel" w:hAnsi="Corbel"/>
              </w:rPr>
              <w:t xml:space="preserve"> i hamujące rozwój planowanego przedsięwzięcia z perspektywy  klienta </w:t>
            </w:r>
          </w:p>
          <w:p w14:paraId="22BBFD4E" w14:textId="77777777" w:rsidR="00FC09B2" w:rsidRPr="004D5A43" w:rsidRDefault="00FC09B2" w:rsidP="008F2B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2905AB8" w14:textId="670057F4" w:rsidR="004D5A43" w:rsidRPr="004D5A43" w:rsidRDefault="00FC09B2" w:rsidP="004D5A4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Segmentacja i wybór rynku docelowego (na przykładach</w:t>
            </w:r>
            <w:proofErr w:type="gramStart"/>
            <w:r w:rsidRPr="004D5A43">
              <w:rPr>
                <w:rFonts w:ascii="Corbel" w:hAnsi="Corbel"/>
              </w:rPr>
              <w:t xml:space="preserve">):  </w:t>
            </w:r>
            <w:r w:rsidR="004D5A43" w:rsidRPr="004D5A43">
              <w:rPr>
                <w:rFonts w:ascii="Corbel" w:hAnsi="Corbel"/>
              </w:rPr>
              <w:t>procedura</w:t>
            </w:r>
            <w:proofErr w:type="gramEnd"/>
            <w:r w:rsidR="004D5A43" w:rsidRPr="004D5A43">
              <w:rPr>
                <w:rFonts w:ascii="Corbel" w:hAnsi="Corbel"/>
              </w:rPr>
              <w:t xml:space="preserve"> i znaczenie segmentacji,</w:t>
            </w:r>
          </w:p>
          <w:p w14:paraId="20F17008" w14:textId="112418BA" w:rsidR="00FC09B2" w:rsidRPr="004D5A43" w:rsidRDefault="00FC09B2" w:rsidP="004D5A4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zastosowanie różnych kryteriów segmentacji dla różnych typów produktów, tworzenie segmentów rynkowych, </w:t>
            </w:r>
            <w:r w:rsidR="004D5A43" w:rsidRPr="004D5A43">
              <w:rPr>
                <w:rFonts w:ascii="Corbel" w:hAnsi="Corbel"/>
              </w:rPr>
              <w:t xml:space="preserve">wybór rynku </w:t>
            </w:r>
            <w:proofErr w:type="gramStart"/>
            <w:r w:rsidR="004D5A43" w:rsidRPr="004D5A43">
              <w:rPr>
                <w:rFonts w:ascii="Corbel" w:hAnsi="Corbel"/>
              </w:rPr>
              <w:t xml:space="preserve">docelowego,  </w:t>
            </w:r>
            <w:r w:rsidRPr="004D5A43">
              <w:rPr>
                <w:rFonts w:ascii="Corbel" w:hAnsi="Corbel"/>
              </w:rPr>
              <w:t>profil</w:t>
            </w:r>
            <w:proofErr w:type="gramEnd"/>
            <w:r w:rsidRPr="004D5A43">
              <w:rPr>
                <w:rFonts w:ascii="Corbel" w:hAnsi="Corbel"/>
              </w:rPr>
              <w:t xml:space="preserve"> docelowego klienta </w:t>
            </w:r>
            <w:r w:rsidR="008F2B81" w:rsidRPr="004D5A43">
              <w:rPr>
                <w:rFonts w:ascii="Corbel" w:hAnsi="Corbel"/>
              </w:rPr>
              <w:t xml:space="preserve"> a jego oczekiwania </w:t>
            </w:r>
            <w:r w:rsidRPr="004D5A43">
              <w:rPr>
                <w:rFonts w:ascii="Corbel" w:hAnsi="Corbel"/>
              </w:rPr>
              <w:t xml:space="preserve"> - analiza postaw i </w:t>
            </w:r>
            <w:proofErr w:type="spellStart"/>
            <w:r w:rsidR="004D5A43" w:rsidRPr="004D5A43">
              <w:rPr>
                <w:rFonts w:ascii="Corbel" w:hAnsi="Corbel"/>
              </w:rPr>
              <w:t>zachowań</w:t>
            </w:r>
            <w:proofErr w:type="spellEnd"/>
          </w:p>
          <w:p w14:paraId="2A0EDC2B" w14:textId="77777777" w:rsidR="00965AD1" w:rsidRDefault="00965AD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2F10F3" w14:textId="6959834C" w:rsidR="00FC09B2" w:rsidRPr="004D5A43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Kształtowanie strategii </w:t>
            </w:r>
            <w:proofErr w:type="gramStart"/>
            <w:r w:rsidRPr="004D5A43">
              <w:rPr>
                <w:rFonts w:ascii="Corbel" w:hAnsi="Corbel"/>
              </w:rPr>
              <w:t>produktowej  (</w:t>
            </w:r>
            <w:proofErr w:type="gramEnd"/>
            <w:r w:rsidRPr="004D5A43">
              <w:rPr>
                <w:rFonts w:ascii="Corbel" w:hAnsi="Corbel"/>
              </w:rPr>
              <w:t xml:space="preserve">na przykładach) – struktura produktu, cykl życia a działania marketingowe, wybór nazwy marki dla wybranych produktów, </w:t>
            </w:r>
            <w:r w:rsidR="004D5A43">
              <w:rPr>
                <w:rFonts w:ascii="Corbel" w:hAnsi="Corbel"/>
              </w:rPr>
              <w:t xml:space="preserve">opakowanie produktu, wprowadzenie na rynek, </w:t>
            </w:r>
            <w:r w:rsidRPr="004D5A43">
              <w:rPr>
                <w:rFonts w:ascii="Corbel" w:hAnsi="Corbel"/>
              </w:rPr>
              <w:t xml:space="preserve">pozycjonowanie produktu, </w:t>
            </w:r>
          </w:p>
          <w:p w14:paraId="2880ACAB" w14:textId="77777777" w:rsidR="00965AD1" w:rsidRDefault="00965AD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2CAA301" w14:textId="10EE7EBC" w:rsidR="00FC09B2" w:rsidRPr="004D5A43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 </w:t>
            </w:r>
            <w:r w:rsidR="00FC09B2" w:rsidRPr="004D5A43">
              <w:rPr>
                <w:rFonts w:ascii="Corbel" w:hAnsi="Corbel"/>
              </w:rPr>
              <w:t xml:space="preserve">Kształtowanie strategii cenowej (na przykładach) – podstawowe strategie cenowe a charakter produktu, techniki ustalania ceny, metody różnicowania cen w zależności o specyfiki produktu i cech rynku docelowego, </w:t>
            </w:r>
            <w:proofErr w:type="gramStart"/>
            <w:r w:rsidR="00FC09B2" w:rsidRPr="004D5A43">
              <w:rPr>
                <w:rFonts w:ascii="Corbel" w:hAnsi="Corbel"/>
              </w:rPr>
              <w:t>zasady  polityki</w:t>
            </w:r>
            <w:proofErr w:type="gramEnd"/>
            <w:r w:rsidR="00FC09B2" w:rsidRPr="004D5A43">
              <w:rPr>
                <w:rFonts w:ascii="Corbel" w:hAnsi="Corbel"/>
              </w:rPr>
              <w:t xml:space="preserve"> rabatowej.</w:t>
            </w:r>
          </w:p>
          <w:p w14:paraId="3BCD4A98" w14:textId="77777777" w:rsidR="00965AD1" w:rsidRDefault="00965AD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3CEC9765" w14:textId="019E952B" w:rsidR="00FC09B2" w:rsidRPr="004D5A43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lastRenderedPageBreak/>
              <w:t xml:space="preserve">Kształtowanie strategii dystrybucyjnej (na przykładach) </w:t>
            </w:r>
            <w:proofErr w:type="gramStart"/>
            <w:r w:rsidRPr="004D5A43">
              <w:rPr>
                <w:rFonts w:ascii="Corbel" w:hAnsi="Corbel"/>
              </w:rPr>
              <w:t>–  wybór</w:t>
            </w:r>
            <w:proofErr w:type="gramEnd"/>
            <w:r w:rsidRPr="004D5A43">
              <w:rPr>
                <w:rFonts w:ascii="Corbel" w:hAnsi="Corbel"/>
              </w:rPr>
              <w:t xml:space="preserve"> kanałów dystrybucji do różnych typów produktów lub usług, wybór charakteru dystrybucji, obszary  wykorzystania e-commerce.</w:t>
            </w:r>
          </w:p>
          <w:p w14:paraId="5B78DEB9" w14:textId="77777777" w:rsidR="00FC09B2" w:rsidRPr="004D5A43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70541AA" w14:textId="1A28BA78" w:rsidR="00FC09B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Kształtowanie strategii promocyjnej (na przykładach):</w:t>
            </w:r>
            <w:r w:rsidRPr="00144382">
              <w:rPr>
                <w:rFonts w:ascii="Corbel" w:hAnsi="Corbel"/>
              </w:rPr>
              <w:tab/>
              <w:t xml:space="preserve"> określenie celów promocji, dobór instrumentów promocyjnych </w:t>
            </w:r>
            <w:proofErr w:type="gramStart"/>
            <w:r w:rsidRPr="00144382">
              <w:rPr>
                <w:rFonts w:ascii="Corbel" w:hAnsi="Corbel"/>
              </w:rPr>
              <w:t>( reklama</w:t>
            </w:r>
            <w:proofErr w:type="gramEnd"/>
            <w:r w:rsidRPr="00144382">
              <w:rPr>
                <w:rFonts w:ascii="Corbel" w:hAnsi="Corbel"/>
              </w:rPr>
              <w:t>, PR, promocja osobista, promocja dodatkowa), wykorzystanie nowoczesnych mediów do komunikacji z interesariuszami,  tworzenie treści promocyjnych  (np. treści artykułu sponsorowanego), dobór  nośników przekazu,</w:t>
            </w:r>
            <w:r w:rsidR="00077182">
              <w:rPr>
                <w:rFonts w:ascii="Corbel" w:hAnsi="Corbel"/>
              </w:rPr>
              <w:t xml:space="preserve"> </w:t>
            </w:r>
            <w:r w:rsidR="00077182" w:rsidRPr="00144382">
              <w:rPr>
                <w:rFonts w:ascii="Corbel" w:hAnsi="Corbel"/>
              </w:rPr>
              <w:t>opracowanie sloganu reklamowego</w:t>
            </w:r>
            <w:r w:rsidR="00077182">
              <w:rPr>
                <w:rFonts w:ascii="Corbel" w:hAnsi="Corbel"/>
              </w:rPr>
              <w:t xml:space="preserve">, reklama w sieci, pozycjonowanie stron internetowych (SEO, SEM), </w:t>
            </w:r>
            <w:r w:rsidRPr="00144382">
              <w:rPr>
                <w:rFonts w:ascii="Corbel" w:hAnsi="Corbel"/>
              </w:rPr>
              <w:t xml:space="preserve">   badanie skuteczności i efektywności działań promocyjnych.</w:t>
            </w:r>
            <w:r w:rsidR="00077182">
              <w:rPr>
                <w:rFonts w:ascii="Corbel" w:hAnsi="Corbel"/>
              </w:rPr>
              <w:t xml:space="preserve">   </w:t>
            </w:r>
          </w:p>
          <w:p w14:paraId="2FB4E4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proofErr w:type="gramStart"/>
      <w:r w:rsidRPr="001C51C5">
        <w:rPr>
          <w:rFonts w:ascii="Corbel" w:hAnsi="Corbel"/>
        </w:rPr>
        <w:t>Wykład:  wykład</w:t>
      </w:r>
      <w:proofErr w:type="gramEnd"/>
      <w:r w:rsidRPr="001C51C5">
        <w:rPr>
          <w:rFonts w:ascii="Corbel" w:hAnsi="Corbel"/>
        </w:rPr>
        <w:t xml:space="preserve">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proofErr w:type="spellStart"/>
      <w:r w:rsidR="00305760" w:rsidRPr="001C51C5">
        <w:rPr>
          <w:rFonts w:ascii="Corbel" w:hAnsi="Corbel"/>
        </w:rPr>
        <w:t>case</w:t>
      </w:r>
      <w:proofErr w:type="spellEnd"/>
      <w:r w:rsidR="00305760" w:rsidRPr="001C51C5">
        <w:rPr>
          <w:rFonts w:ascii="Corbel" w:hAnsi="Corbel"/>
        </w:rPr>
        <w:t xml:space="preserve"> </w:t>
      </w:r>
      <w:proofErr w:type="spellStart"/>
      <w:r w:rsidR="00305760" w:rsidRPr="001C51C5">
        <w:rPr>
          <w:rFonts w:ascii="Corbel" w:hAnsi="Corbel"/>
        </w:rPr>
        <w:t>study</w:t>
      </w:r>
      <w:proofErr w:type="spellEnd"/>
      <w:r w:rsidR="00305760" w:rsidRPr="001C51C5">
        <w:rPr>
          <w:rFonts w:ascii="Corbel" w:hAnsi="Corbel"/>
        </w:rPr>
        <w:t xml:space="preserve">, </w:t>
      </w:r>
      <w:proofErr w:type="gramStart"/>
      <w:r w:rsidRPr="001C51C5">
        <w:rPr>
          <w:rFonts w:ascii="Corbel" w:hAnsi="Corbel"/>
        </w:rPr>
        <w:t>projekt  badawczy</w:t>
      </w:r>
      <w:proofErr w:type="gramEnd"/>
      <w:r w:rsidRPr="001C51C5">
        <w:rPr>
          <w:rFonts w:ascii="Corbel" w:hAnsi="Corbel"/>
        </w:rPr>
        <w:t>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5760" w:rsidRPr="009C54AE" w14:paraId="57E46BCF" w14:textId="77777777" w:rsidTr="00C05F44">
        <w:tc>
          <w:tcPr>
            <w:tcW w:w="1985" w:type="dxa"/>
          </w:tcPr>
          <w:p w14:paraId="59EDE6C9" w14:textId="397B44CF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16BBA223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3747C885" w14:textId="016A1CD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23860BE6" w14:textId="77777777" w:rsidTr="00C05F44">
        <w:tc>
          <w:tcPr>
            <w:tcW w:w="1985" w:type="dxa"/>
          </w:tcPr>
          <w:p w14:paraId="7108C7B4" w14:textId="58ECFCA5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14:paraId="78E2269E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1C51C5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16F080B3" w14:textId="0861B5E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16CB5500" w14:textId="77777777" w:rsidTr="00C05F44">
        <w:tc>
          <w:tcPr>
            <w:tcW w:w="1985" w:type="dxa"/>
          </w:tcPr>
          <w:p w14:paraId="36A787B2" w14:textId="58C0E1D1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40D85F7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25D92774" w14:textId="12F6D67D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40E8760F" w14:textId="77777777" w:rsidTr="00C05F44">
        <w:tc>
          <w:tcPr>
            <w:tcW w:w="1985" w:type="dxa"/>
          </w:tcPr>
          <w:p w14:paraId="11889BE6" w14:textId="7F9AFC8D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0D17130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3DF025D7" w14:textId="6D0F8BB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3E05E0CD" w14:textId="77777777" w:rsidTr="00C05F44">
        <w:tc>
          <w:tcPr>
            <w:tcW w:w="1985" w:type="dxa"/>
          </w:tcPr>
          <w:p w14:paraId="3105E5D5" w14:textId="251163C8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A4EE1B0" w14:textId="77777777" w:rsidR="00305760" w:rsidRPr="001C51C5" w:rsidRDefault="001C51C5" w:rsidP="00EF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EF282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4F34F773" w14:textId="54AC8067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</w:t>
            </w:r>
            <w:proofErr w:type="gramStart"/>
            <w:r w:rsidRPr="1A51E064">
              <w:rPr>
                <w:rFonts w:ascii="Corbel" w:hAnsi="Corbel"/>
              </w:rPr>
              <w:t>jest  zaliczenie</w:t>
            </w:r>
            <w:proofErr w:type="gramEnd"/>
            <w:r w:rsidRPr="1A51E064">
              <w:rPr>
                <w:rFonts w:ascii="Corbel" w:hAnsi="Corbel"/>
              </w:rPr>
              <w:t xml:space="preserve">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oraz prezentowania praktycznych 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</w:t>
            </w:r>
            <w:proofErr w:type="gramStart"/>
            <w:r w:rsidR="00D70FDD" w:rsidRPr="002B3AC6">
              <w:rPr>
                <w:rFonts w:ascii="Corbel" w:hAnsi="Corbel"/>
              </w:rPr>
              <w:t>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proofErr w:type="gramEnd"/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</w:t>
            </w:r>
            <w:proofErr w:type="gramStart"/>
            <w:r>
              <w:rPr>
                <w:rFonts w:ascii="Corbel" w:hAnsi="Corbel"/>
              </w:rPr>
              <w:t xml:space="preserve">umiejętności </w:t>
            </w:r>
            <w:r w:rsidR="00D70FDD">
              <w:rPr>
                <w:rFonts w:ascii="Corbel" w:hAnsi="Corbel"/>
              </w:rPr>
              <w:t xml:space="preserve"> (</w:t>
            </w:r>
            <w:proofErr w:type="gramEnd"/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proofErr w:type="gramStart"/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</w:t>
            </w:r>
            <w:proofErr w:type="gramEnd"/>
            <w:r w:rsidR="004328AB"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2990E0AF" w:rsidR="0085747A" w:rsidRPr="009C54AE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7D0F9D60" w:rsidR="00C61DC5" w:rsidRPr="009C54AE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358CBFE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96AD3B" w14:textId="453BE0F7" w:rsidR="00EF282A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14:paraId="0F80A819" w14:textId="626B8786" w:rsidR="00EF282A" w:rsidRPr="009C54AE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94" w:type="dxa"/>
          </w:tcPr>
          <w:p w14:paraId="700D4FAA" w14:textId="194BD244" w:rsidR="0085747A" w:rsidRPr="009C54AE" w:rsidRDefault="00FE1BB1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480EF13A" w:rsidR="0085747A" w:rsidRPr="009C54AE" w:rsidRDefault="00B633E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C563F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proofErr w:type="spellStart"/>
            <w:proofErr w:type="gram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R</w:t>
            </w:r>
            <w:proofErr w:type="spellEnd"/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proofErr w:type="gramEnd"/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Niestrój</w:t>
            </w:r>
            <w:proofErr w:type="spellEnd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proofErr w:type="gramEnd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 xml:space="preserve">W. Grzegorczyk. (red.) Kreowanie i realizacja strategii marketingowych </w:t>
            </w:r>
            <w:proofErr w:type="gramStart"/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przedsiębiorstwa :</w:t>
            </w:r>
            <w:proofErr w:type="gramEnd"/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 xml:space="preserve">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 xml:space="preserve">H. Mruk, B. Pilarczyk, M. </w:t>
            </w:r>
            <w:proofErr w:type="gramStart"/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Sławińska,  Marketing</w:t>
            </w:r>
            <w:proofErr w:type="gramEnd"/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 xml:space="preserve">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Kuźniar W., Surmacz T, Szopiński W. 2017. Wirtualizacja konsumpcji i jej oddziaływanie na kształtowanie postaw i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zachowań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prosumpcyjnych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wśród młodych konsumentów,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Annales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Universitatis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Mariae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Curie-Skłodowska,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Sectio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H </w:t>
            </w:r>
            <w:proofErr w:type="spellStart"/>
            <w:proofErr w:type="gram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Oeconomia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  Vol.</w:t>
            </w:r>
            <w:proofErr w:type="gram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76CDB" w14:textId="77777777" w:rsidR="00870BE9" w:rsidRDefault="00870BE9" w:rsidP="00C16ABF">
      <w:pPr>
        <w:spacing w:after="0" w:line="240" w:lineRule="auto"/>
      </w:pPr>
      <w:r>
        <w:separator/>
      </w:r>
    </w:p>
  </w:endnote>
  <w:endnote w:type="continuationSeparator" w:id="0">
    <w:p w14:paraId="47674E43" w14:textId="77777777" w:rsidR="00870BE9" w:rsidRDefault="00870B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7B307" w14:textId="77777777" w:rsidR="00870BE9" w:rsidRDefault="00870BE9" w:rsidP="00C16ABF">
      <w:pPr>
        <w:spacing w:after="0" w:line="240" w:lineRule="auto"/>
      </w:pPr>
      <w:r>
        <w:separator/>
      </w:r>
    </w:p>
  </w:footnote>
  <w:footnote w:type="continuationSeparator" w:id="0">
    <w:p w14:paraId="69216FBD" w14:textId="77777777" w:rsidR="00870BE9" w:rsidRDefault="00870BE9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77182"/>
    <w:rsid w:val="0008487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21A0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971D9"/>
    <w:rsid w:val="002A22BF"/>
    <w:rsid w:val="002A2389"/>
    <w:rsid w:val="002A671D"/>
    <w:rsid w:val="002B4D55"/>
    <w:rsid w:val="002B5EA0"/>
    <w:rsid w:val="002B6119"/>
    <w:rsid w:val="002C059B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D5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8CC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63F"/>
    <w:rsid w:val="004D5282"/>
    <w:rsid w:val="004D5A4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7230"/>
    <w:rsid w:val="00621CE1"/>
    <w:rsid w:val="00624311"/>
    <w:rsid w:val="00627FC9"/>
    <w:rsid w:val="00647FA8"/>
    <w:rsid w:val="00650C5F"/>
    <w:rsid w:val="00654934"/>
    <w:rsid w:val="006620D9"/>
    <w:rsid w:val="00671958"/>
    <w:rsid w:val="00675843"/>
    <w:rsid w:val="00696477"/>
    <w:rsid w:val="006966F5"/>
    <w:rsid w:val="006A7A5F"/>
    <w:rsid w:val="006B1C07"/>
    <w:rsid w:val="006B4A8F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70BE9"/>
    <w:rsid w:val="00884922"/>
    <w:rsid w:val="00885F64"/>
    <w:rsid w:val="008917F9"/>
    <w:rsid w:val="008A299B"/>
    <w:rsid w:val="008A45F7"/>
    <w:rsid w:val="008B0734"/>
    <w:rsid w:val="008C0CC0"/>
    <w:rsid w:val="008C19A9"/>
    <w:rsid w:val="008C379D"/>
    <w:rsid w:val="008C5147"/>
    <w:rsid w:val="008C5359"/>
    <w:rsid w:val="008C5363"/>
    <w:rsid w:val="008D3DFB"/>
    <w:rsid w:val="008E64F4"/>
    <w:rsid w:val="008E69E3"/>
    <w:rsid w:val="008F12C9"/>
    <w:rsid w:val="008F2B81"/>
    <w:rsid w:val="008F6E29"/>
    <w:rsid w:val="00916188"/>
    <w:rsid w:val="00923D7D"/>
    <w:rsid w:val="00941CA3"/>
    <w:rsid w:val="009508DF"/>
    <w:rsid w:val="00950DAC"/>
    <w:rsid w:val="00954A07"/>
    <w:rsid w:val="00965AD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B"/>
    <w:rsid w:val="00A84C85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607DB"/>
    <w:rsid w:val="00B633E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17358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526AF"/>
    <w:rsid w:val="00F617C3"/>
    <w:rsid w:val="00F7066B"/>
    <w:rsid w:val="00F7703D"/>
    <w:rsid w:val="00F83B28"/>
    <w:rsid w:val="00F8499E"/>
    <w:rsid w:val="00F974DA"/>
    <w:rsid w:val="00FA46E5"/>
    <w:rsid w:val="00FB7DBA"/>
    <w:rsid w:val="00FC09B2"/>
    <w:rsid w:val="00FC1C25"/>
    <w:rsid w:val="00FC3F45"/>
    <w:rsid w:val="00FD503F"/>
    <w:rsid w:val="00FD682D"/>
    <w:rsid w:val="00FD7589"/>
    <w:rsid w:val="00FE1BB1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  <w:style w:type="character" w:styleId="Odwoaniedokomentarza">
    <w:name w:val="annotation reference"/>
    <w:basedOn w:val="Domylnaczcionkaakapitu"/>
    <w:uiPriority w:val="99"/>
    <w:semiHidden/>
    <w:unhideWhenUsed/>
    <w:rsid w:val="008E6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9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9E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72679-030D-4D66-B61A-85F2D9CE5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8BD5B-B41B-44C0-ACE4-C6E242956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1</Pages>
  <Words>1332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8</cp:revision>
  <cp:lastPrinted>2022-05-25T08:25:00Z</cp:lastPrinted>
  <dcterms:created xsi:type="dcterms:W3CDTF">2022-05-25T21:55:00Z</dcterms:created>
  <dcterms:modified xsi:type="dcterms:W3CDTF">2022-09-20T16:59:00Z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